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1EE5A" w14:textId="77777777" w:rsidR="00173694" w:rsidRDefault="00000000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Załącznik nr 1</w:t>
      </w:r>
    </w:p>
    <w:p w14:paraId="2D21DD8B" w14:textId="77777777" w:rsidR="00173694" w:rsidRDefault="0000000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073CF817" w14:textId="77777777" w:rsidR="00173694" w:rsidRDefault="00000000">
      <w:pPr>
        <w:spacing w:after="0"/>
        <w:ind w:left="3544" w:hanging="3544"/>
        <w:jc w:val="both"/>
      </w:pPr>
      <w:r>
        <w:rPr>
          <w:rFonts w:ascii="Times New Roman" w:hAnsi="Times New Roman"/>
          <w:b/>
          <w:bCs/>
        </w:rPr>
        <w:t>DOTYCZY POSTĘPOWANIA PN.:</w:t>
      </w:r>
      <w:r>
        <w:rPr>
          <w:rFonts w:ascii="Times New Roman" w:hAnsi="Times New Roman"/>
        </w:rPr>
        <w:t xml:space="preserve"> Dostawy części zamiennych i podzespołów zamawianych przez Miejski Zakład  Komunikacji Sp. z o.o. w Chojnicach</w:t>
      </w:r>
    </w:p>
    <w:p w14:paraId="49062E9F" w14:textId="77777777" w:rsidR="00173694" w:rsidRDefault="00000000">
      <w:pPr>
        <w:spacing w:before="120"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ZNAK SPRAWY ZP-19/2025</w:t>
      </w:r>
    </w:p>
    <w:p w14:paraId="0D37604F" w14:textId="77777777" w:rsidR="00173694" w:rsidRDefault="00000000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Dane Wykonawcy:</w:t>
      </w:r>
    </w:p>
    <w:p w14:paraId="2076624F" w14:textId="77777777" w:rsidR="00173694" w:rsidRDefault="00173694">
      <w:pPr>
        <w:pStyle w:val="Standard"/>
        <w:rPr>
          <w:b/>
          <w:bCs/>
          <w:sz w:val="22"/>
          <w:szCs w:val="22"/>
        </w:rPr>
      </w:pPr>
    </w:p>
    <w:p w14:paraId="78A63F98" w14:textId="77777777" w:rsidR="00173694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Pełna nazwa Wykonawcy..............................................................................................................................</w:t>
      </w:r>
    </w:p>
    <w:p w14:paraId="1CE2B4B0" w14:textId="77777777" w:rsidR="00173694" w:rsidRDefault="00173694">
      <w:pPr>
        <w:pStyle w:val="Standard"/>
        <w:rPr>
          <w:sz w:val="22"/>
          <w:szCs w:val="22"/>
        </w:rPr>
      </w:pPr>
    </w:p>
    <w:p w14:paraId="403A9130" w14:textId="77777777" w:rsidR="00173694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14:paraId="21E0C2B2" w14:textId="77777777" w:rsidR="00173694" w:rsidRDefault="00173694">
      <w:pPr>
        <w:pStyle w:val="Standard"/>
        <w:rPr>
          <w:sz w:val="22"/>
          <w:szCs w:val="22"/>
        </w:rPr>
      </w:pPr>
    </w:p>
    <w:p w14:paraId="4699DB7D" w14:textId="77777777" w:rsidR="00173694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Adres Wykonawcy..........................................................................................................................................</w:t>
      </w:r>
    </w:p>
    <w:p w14:paraId="1786266D" w14:textId="77777777" w:rsidR="00173694" w:rsidRDefault="00173694">
      <w:pPr>
        <w:pStyle w:val="Standard"/>
        <w:rPr>
          <w:sz w:val="22"/>
          <w:szCs w:val="22"/>
        </w:rPr>
      </w:pPr>
    </w:p>
    <w:p w14:paraId="107CD92D" w14:textId="77777777" w:rsidR="00173694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NIP..................................................................REGON..................................................................................</w:t>
      </w:r>
    </w:p>
    <w:p w14:paraId="20A441F5" w14:textId="77777777" w:rsidR="00173694" w:rsidRDefault="00173694">
      <w:pPr>
        <w:pStyle w:val="Standard"/>
        <w:rPr>
          <w:sz w:val="22"/>
          <w:szCs w:val="22"/>
        </w:rPr>
      </w:pPr>
    </w:p>
    <w:p w14:paraId="588306BB" w14:textId="77777777" w:rsidR="00173694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Telefon....................................Faks........................................e-mail...............................................................</w:t>
      </w:r>
    </w:p>
    <w:p w14:paraId="35A60CA6" w14:textId="77777777" w:rsidR="00173694" w:rsidRDefault="00173694">
      <w:pPr>
        <w:pStyle w:val="Standard"/>
        <w:rPr>
          <w:sz w:val="22"/>
          <w:szCs w:val="22"/>
        </w:rPr>
      </w:pPr>
    </w:p>
    <w:p w14:paraId="3E40188B" w14:textId="77777777" w:rsidR="00173694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Osoba reprezentująca Wykonawcę przy podpisaniu umowy .........................................................................</w:t>
      </w:r>
    </w:p>
    <w:p w14:paraId="3BFA56FA" w14:textId="77777777" w:rsidR="00173694" w:rsidRDefault="00000000">
      <w:pPr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odpowiedzi na zaproszenie do składania ofert w postępowaniu przeprowadzonym w trybie zapytania ofertowego na dostawy części i podzespołów do pojazdów Zamawiającego oferujemy wykonanie przedmiotu zamówienia za:</w:t>
      </w:r>
    </w:p>
    <w:p w14:paraId="0DE77D6E" w14:textId="77777777" w:rsidR="00173694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cenę netto …………………………… zł (słownie) …………………………………;</w:t>
      </w:r>
    </w:p>
    <w:p w14:paraId="04C398D1" w14:textId="77777777" w:rsidR="00173694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podatek VAT ………………………… zł (słownie) …………………………………;</w:t>
      </w:r>
    </w:p>
    <w:p w14:paraId="5ECA31B6" w14:textId="77777777" w:rsidR="00173694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cenę brutto ……………………..……. zł (słownie) …………………………………,</w:t>
      </w:r>
    </w:p>
    <w:p w14:paraId="0DE1FE45" w14:textId="77777777" w:rsidR="00173694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wyliczoną w sposób określony w arkuszu kalkulacyjnym, stanowiącym załącznik do formularza oferty.</w:t>
      </w:r>
    </w:p>
    <w:p w14:paraId="31E446CD" w14:textId="77777777" w:rsidR="00173694" w:rsidRDefault="00173694">
      <w:pPr>
        <w:spacing w:after="0"/>
        <w:jc w:val="both"/>
        <w:rPr>
          <w:rFonts w:ascii="Times New Roman" w:hAnsi="Times New Roman"/>
        </w:rPr>
      </w:pPr>
    </w:p>
    <w:p w14:paraId="1D7D06FC" w14:textId="77777777" w:rsidR="00173694" w:rsidRDefault="0000000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 oświadczamy, że:</w:t>
      </w:r>
    </w:p>
    <w:p w14:paraId="6081A339" w14:textId="77777777" w:rsidR="00173694" w:rsidRDefault="0000000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zapoznaliśmy się z treścią zapytania ofertowego wraz z załącznikami, jest ona dla nas zrozumiała i akceptujemy bez zastrzeżeń jej zapisy,</w:t>
      </w:r>
    </w:p>
    <w:p w14:paraId="685FABF4" w14:textId="77777777" w:rsidR="00173694" w:rsidRDefault="0000000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akceptujemy wzór umowy, stanowiący załącznik nr 3. W przypadku wybrania naszej oferty zobowiązujemy się do zawarcia umowy na powyższych warunkach,</w:t>
      </w:r>
    </w:p>
    <w:p w14:paraId="39549F36" w14:textId="77777777" w:rsidR="00173694" w:rsidRDefault="0000000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wypełniliśmy obowiązki informacyjne przewidziane w art. 13 lub art. 14 RODO wobec osób fizycznych, od których dane osobowe bezpośrednio lub pośrednio pozyskaliśmy w celu ubiegania się o udzielenie zamówienia w niniejszym postępowaniu,</w:t>
      </w:r>
    </w:p>
    <w:p w14:paraId="7E6C9FD9" w14:textId="77777777" w:rsidR="00173694" w:rsidRDefault="0000000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posiadamy status dużego/średniego/małego/mikro przedsiębiorcy* zgodnie z ustawą o przeciwdziałaniu nadmier</w:t>
      </w:r>
      <w:r>
        <w:rPr>
          <w:rFonts w:ascii="Times New Roman" w:hAnsi="Times New Roman"/>
        </w:rPr>
        <w:softHyphen/>
        <w:t>nym opóźnieniom w transakcjach handlowych z dnia 8 marca 2013 r. (Dz. U. z 2023 r. poz. 1790),</w:t>
      </w:r>
    </w:p>
    <w:p w14:paraId="283D41BE" w14:textId="77777777" w:rsidR="00173694" w:rsidRDefault="00000000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posiadamy niezbędną wiedzę i doświadczenie oraz sprzęt zdolny do wykonania zamówienia.</w:t>
      </w:r>
    </w:p>
    <w:p w14:paraId="510FDDE1" w14:textId="77777777" w:rsidR="00173694" w:rsidRDefault="00173694">
      <w:pPr>
        <w:jc w:val="both"/>
        <w:rPr>
          <w:rFonts w:ascii="Times New Roman" w:hAnsi="Times New Roman"/>
        </w:rPr>
      </w:pPr>
    </w:p>
    <w:p w14:paraId="68BFE1FE" w14:textId="77777777" w:rsidR="00173694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Załącznikami do oferty są:</w:t>
      </w:r>
    </w:p>
    <w:p w14:paraId="244DC4A3" w14:textId="77777777" w:rsidR="00173694" w:rsidRDefault="00000000">
      <w:pPr>
        <w:pStyle w:val="Akapitzlist"/>
        <w:numPr>
          <w:ilvl w:val="3"/>
          <w:numId w:val="1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….</w:t>
      </w:r>
    </w:p>
    <w:p w14:paraId="567D6240" w14:textId="77777777" w:rsidR="00173694" w:rsidRDefault="00000000">
      <w:pPr>
        <w:pStyle w:val="Akapitzlist"/>
        <w:numPr>
          <w:ilvl w:val="3"/>
          <w:numId w:val="1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….</w:t>
      </w:r>
    </w:p>
    <w:p w14:paraId="232F2491" w14:textId="77777777" w:rsidR="00173694" w:rsidRDefault="00173694">
      <w:pPr>
        <w:spacing w:after="0"/>
        <w:jc w:val="both"/>
        <w:rPr>
          <w:rFonts w:ascii="Times New Roman" w:hAnsi="Times New Roman"/>
        </w:rPr>
      </w:pPr>
    </w:p>
    <w:p w14:paraId="629A970E" w14:textId="77777777" w:rsidR="00173694" w:rsidRDefault="00173694">
      <w:pPr>
        <w:spacing w:after="0"/>
        <w:jc w:val="both"/>
        <w:rPr>
          <w:rFonts w:ascii="Times New Roman" w:hAnsi="Times New Roman"/>
        </w:rPr>
      </w:pPr>
    </w:p>
    <w:p w14:paraId="5FA1DFC2" w14:textId="77777777" w:rsidR="00173694" w:rsidRDefault="00173694">
      <w:pPr>
        <w:spacing w:after="0"/>
        <w:jc w:val="both"/>
        <w:rPr>
          <w:rFonts w:ascii="Times New Roman" w:hAnsi="Times New Roman"/>
        </w:rPr>
      </w:pPr>
    </w:p>
    <w:p w14:paraId="6011EFFD" w14:textId="77777777" w:rsidR="00173694" w:rsidRDefault="00173694">
      <w:pPr>
        <w:spacing w:after="0"/>
        <w:jc w:val="both"/>
        <w:rPr>
          <w:rFonts w:ascii="Times New Roman" w:hAnsi="Times New Roman"/>
        </w:rPr>
      </w:pPr>
    </w:p>
    <w:p w14:paraId="2B30A6EF" w14:textId="77777777" w:rsidR="00173694" w:rsidRDefault="00173694">
      <w:pPr>
        <w:spacing w:after="0"/>
        <w:jc w:val="both"/>
        <w:rPr>
          <w:rFonts w:ascii="Times New Roman" w:hAnsi="Times New Roman"/>
        </w:rPr>
      </w:pPr>
    </w:p>
    <w:p w14:paraId="0480F97E" w14:textId="77777777" w:rsidR="00173694" w:rsidRDefault="0000000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                                                                ………………………………………………</w:t>
      </w:r>
    </w:p>
    <w:p w14:paraId="62F00201" w14:textId="77777777" w:rsidR="00173694" w:rsidRDefault="00000000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Data                                                                                                                     podpis Wykonawcy lub osoby/osób </w:t>
      </w:r>
    </w:p>
    <w:p w14:paraId="2C89D926" w14:textId="77777777" w:rsidR="00173694" w:rsidRDefault="00000000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upoważnionych do podpisania oferty </w:t>
      </w:r>
    </w:p>
    <w:p w14:paraId="3F5C5927" w14:textId="77777777" w:rsidR="00173694" w:rsidRDefault="00000000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w imieniu Wykonawcy</w:t>
      </w:r>
    </w:p>
    <w:p w14:paraId="54D4F88B" w14:textId="77777777" w:rsidR="00173694" w:rsidRDefault="00173694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14:paraId="094FE25D" w14:textId="77777777" w:rsidR="00173694" w:rsidRDefault="00000000">
      <w:pPr>
        <w:spacing w:after="0"/>
        <w:jc w:val="both"/>
      </w:pPr>
      <w:r>
        <w:rPr>
          <w:rFonts w:ascii="Times New Roman" w:hAnsi="Times New Roman"/>
          <w:sz w:val="18"/>
          <w:szCs w:val="18"/>
        </w:rPr>
        <w:t>*niepotrzebne skreślić</w:t>
      </w:r>
    </w:p>
    <w:sectPr w:rsidR="00173694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56643" w14:textId="77777777" w:rsidR="004653D3" w:rsidRDefault="004653D3">
      <w:pPr>
        <w:spacing w:after="0"/>
      </w:pPr>
      <w:r>
        <w:separator/>
      </w:r>
    </w:p>
  </w:endnote>
  <w:endnote w:type="continuationSeparator" w:id="0">
    <w:p w14:paraId="73C68684" w14:textId="77777777" w:rsidR="004653D3" w:rsidRDefault="004653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C6BD1" w14:textId="77777777" w:rsidR="004653D3" w:rsidRDefault="004653D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8A1BF6C" w14:textId="77777777" w:rsidR="004653D3" w:rsidRDefault="004653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211C0B"/>
    <w:multiLevelType w:val="multilevel"/>
    <w:tmpl w:val="1E6A4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3560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73694"/>
    <w:rsid w:val="00173694"/>
    <w:rsid w:val="00406070"/>
    <w:rsid w:val="004653D3"/>
    <w:rsid w:val="00EE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0DA6"/>
  <w15:docId w15:val="{6D956887-0633-43D2-A919-43E48A92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Standard">
    <w:name w:val="Standard"/>
    <w:pPr>
      <w:widowControl w:val="0"/>
      <w:suppressAutoHyphens/>
      <w:spacing w:after="0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 Chojnice</dc:creator>
  <dc:description/>
  <cp:lastModifiedBy>MZK Chojnice</cp:lastModifiedBy>
  <cp:revision>2</cp:revision>
  <dcterms:created xsi:type="dcterms:W3CDTF">2025-11-28T14:00:00Z</dcterms:created>
  <dcterms:modified xsi:type="dcterms:W3CDTF">2025-11-28T14:00:00Z</dcterms:modified>
</cp:coreProperties>
</file>